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4A8" w:rsidRPr="008548A4" w:rsidRDefault="008604A8">
      <w:pPr>
        <w:jc w:val="center"/>
        <w:rPr>
          <w:b/>
          <w:sz w:val="21"/>
          <w:szCs w:val="21"/>
        </w:rPr>
      </w:pPr>
    </w:p>
    <w:p w:rsidR="00C554FD" w:rsidRPr="00723380" w:rsidRDefault="00C554FD" w:rsidP="00C554FD">
      <w:pPr>
        <w:jc w:val="both"/>
        <w:rPr>
          <w:rFonts w:ascii="Courier New" w:hAnsi="Courier New" w:cs="Courier New"/>
          <w:u w:val="single"/>
        </w:rPr>
      </w:pPr>
      <w:r w:rsidRPr="00E26927">
        <w:rPr>
          <w:rFonts w:ascii="Courier New" w:hAnsi="Courier New" w:cs="Courier New"/>
          <w:b/>
          <w:noProof/>
          <w:u w:val="single"/>
        </w:rPr>
        <w:t>“</w:t>
      </w:r>
      <w:r w:rsidR="0032052C" w:rsidRPr="0032052C">
        <w:rPr>
          <w:rFonts w:ascii="Courier New" w:hAnsi="Courier New" w:cs="Courier New"/>
          <w:b/>
          <w:noProof/>
          <w:u w:val="single"/>
        </w:rPr>
        <w:t>ALLEGATO 3</w:t>
      </w:r>
      <w:r w:rsidRPr="00E26927">
        <w:rPr>
          <w:rFonts w:ascii="Courier New" w:hAnsi="Courier New" w:cs="Courier New"/>
          <w:b/>
          <w:noProof/>
          <w:u w:val="single"/>
        </w:rPr>
        <w:t>”</w:t>
      </w:r>
      <w:bookmarkStart w:id="0" w:name="_GoBack"/>
      <w:bookmarkEnd w:id="0"/>
    </w:p>
    <w:p w:rsidR="00C554FD" w:rsidRDefault="00C554FD" w:rsidP="00C554FD">
      <w:pPr>
        <w:jc w:val="both"/>
        <w:rPr>
          <w:rFonts w:ascii="Tahoma" w:hAnsi="Tahoma"/>
          <w:sz w:val="22"/>
          <w:u w:val="single"/>
        </w:rPr>
      </w:pPr>
    </w:p>
    <w:p w:rsidR="00880548" w:rsidRPr="00A31DFF" w:rsidRDefault="00880548" w:rsidP="00880548">
      <w:pPr>
        <w:spacing w:line="276" w:lineRule="auto"/>
        <w:jc w:val="both"/>
        <w:rPr>
          <w:b/>
          <w:bCs/>
        </w:rPr>
      </w:pPr>
      <w:r w:rsidRPr="00A31DFF">
        <w:rPr>
          <w:b/>
          <w:bCs/>
        </w:rPr>
        <w:t>CONCESSIONE DEL PIANO TERRA E DEL PRIMO PIANO DEL COSIDDETTO “PALAZZO DELLA CULTURA” DA DESTINARE ALL’ALLESTIMENTO DI UNO SPAZIO CULTURALE E DI AGGREGAZIONE SOCIALE ANCHE MEDIANTE L’ALLESTIMENTO DI UN CAFFE’ CULTURA</w:t>
      </w:r>
    </w:p>
    <w:p w:rsidR="001349DA" w:rsidRDefault="001349DA" w:rsidP="00C554FD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bCs/>
          <w:sz w:val="20"/>
          <w:szCs w:val="20"/>
        </w:rPr>
      </w:pPr>
    </w:p>
    <w:p w:rsidR="001349DA" w:rsidRPr="00AC41DE" w:rsidRDefault="001349DA" w:rsidP="00C554FD">
      <w:pPr>
        <w:autoSpaceDE w:val="0"/>
        <w:autoSpaceDN w:val="0"/>
        <w:adjustRightInd w:val="0"/>
        <w:jc w:val="both"/>
        <w:rPr>
          <w:rFonts w:ascii="Courier New" w:eastAsia="Calibri" w:hAnsi="Courier New" w:cs="Courier New"/>
          <w:bCs/>
          <w:sz w:val="20"/>
          <w:szCs w:val="20"/>
        </w:rPr>
      </w:pPr>
    </w:p>
    <w:p w:rsidR="00C554FD" w:rsidRPr="00AC41DE" w:rsidRDefault="00C554FD" w:rsidP="00C554FD">
      <w:pPr>
        <w:jc w:val="both"/>
        <w:rPr>
          <w:rFonts w:ascii="Courier New" w:hAnsi="Courier New" w:cs="Courier New"/>
          <w:sz w:val="20"/>
          <w:szCs w:val="20"/>
        </w:rPr>
      </w:pPr>
    </w:p>
    <w:p w:rsidR="0094530F" w:rsidRPr="00880548" w:rsidRDefault="0094530F" w:rsidP="0094530F">
      <w:pPr>
        <w:jc w:val="center"/>
        <w:rPr>
          <w:b/>
        </w:rPr>
      </w:pPr>
      <w:r w:rsidRPr="00880548">
        <w:rPr>
          <w:b/>
        </w:rPr>
        <w:t>DICHIARAZIONI SOSTITUTIVE</w:t>
      </w:r>
    </w:p>
    <w:p w:rsidR="0094530F" w:rsidRPr="00880548" w:rsidRDefault="0094530F" w:rsidP="0094530F">
      <w:pPr>
        <w:spacing w:after="120"/>
        <w:jc w:val="center"/>
        <w:rPr>
          <w:b/>
        </w:rPr>
      </w:pPr>
      <w:r w:rsidRPr="00880548">
        <w:rPr>
          <w:b/>
        </w:rPr>
        <w:t xml:space="preserve">AI SENSI DELL’ART. 38, COMMA 1, LETT. B E C, DEL D.LGS. n. 163/2006 e </w:t>
      </w:r>
      <w:proofErr w:type="spellStart"/>
      <w:r w:rsidRPr="00880548">
        <w:rPr>
          <w:b/>
        </w:rPr>
        <w:t>s.m.i.</w:t>
      </w:r>
      <w:proofErr w:type="spellEnd"/>
    </w:p>
    <w:p w:rsidR="004F3453" w:rsidRPr="00880548" w:rsidRDefault="004F3453" w:rsidP="00880548">
      <w:pPr>
        <w:tabs>
          <w:tab w:val="center" w:pos="4395"/>
          <w:tab w:val="right" w:pos="9638"/>
        </w:tabs>
        <w:jc w:val="both"/>
        <w:rPr>
          <w:b/>
        </w:rPr>
      </w:pPr>
    </w:p>
    <w:p w:rsidR="0094530F" w:rsidRPr="00880548" w:rsidRDefault="00C554FD" w:rsidP="00880548">
      <w:pPr>
        <w:pStyle w:val="Corpotesto1"/>
        <w:spacing w:line="360" w:lineRule="auto"/>
        <w:rPr>
          <w:sz w:val="24"/>
          <w:szCs w:val="24"/>
        </w:rPr>
      </w:pPr>
      <w:r w:rsidRPr="00880548">
        <w:rPr>
          <w:sz w:val="24"/>
          <w:szCs w:val="24"/>
        </w:rPr>
        <w:t xml:space="preserve">Il sottoscritto __________________________________________ nato a _____________ il _____________ residente in _________________________________________ provincia di ___________ codice fiscale ______________________________ </w:t>
      </w:r>
      <w:r w:rsidR="0094530F" w:rsidRPr="00880548">
        <w:rPr>
          <w:sz w:val="24"/>
          <w:szCs w:val="24"/>
        </w:rPr>
        <w:t>in qualità di</w:t>
      </w:r>
      <w:r w:rsidR="00880548" w:rsidRPr="00880548">
        <w:rPr>
          <w:sz w:val="24"/>
          <w:szCs w:val="24"/>
        </w:rPr>
        <w:t xml:space="preserve"> </w:t>
      </w:r>
      <w:r w:rsidR="001814A0" w:rsidRPr="00880548">
        <w:rPr>
          <w:sz w:val="24"/>
          <w:szCs w:val="24"/>
        </w:rPr>
        <w:t xml:space="preserve">Presidente/legale Rappresentante </w:t>
      </w:r>
      <w:r w:rsidR="004F3453" w:rsidRPr="00880548">
        <w:rPr>
          <w:sz w:val="24"/>
          <w:szCs w:val="24"/>
        </w:rPr>
        <w:t>d</w:t>
      </w:r>
      <w:r w:rsidR="0094530F" w:rsidRPr="00880548">
        <w:rPr>
          <w:sz w:val="24"/>
          <w:szCs w:val="24"/>
        </w:rPr>
        <w:t>ell</w:t>
      </w:r>
      <w:r w:rsidR="004F3453" w:rsidRPr="00880548">
        <w:rPr>
          <w:sz w:val="24"/>
          <w:szCs w:val="24"/>
        </w:rPr>
        <w:t xml:space="preserve">a </w:t>
      </w:r>
      <w:r w:rsidR="0094530F" w:rsidRPr="00880548">
        <w:rPr>
          <w:sz w:val="24"/>
          <w:szCs w:val="24"/>
        </w:rPr>
        <w:t>…………………</w:t>
      </w:r>
      <w:r w:rsidR="00AC41DE" w:rsidRPr="00880548">
        <w:rPr>
          <w:sz w:val="24"/>
          <w:szCs w:val="24"/>
        </w:rPr>
        <w:t>………………………………………</w:t>
      </w:r>
    </w:p>
    <w:p w:rsidR="0094530F" w:rsidRPr="00880548" w:rsidRDefault="0094530F" w:rsidP="00880548">
      <w:pPr>
        <w:widowControl w:val="0"/>
        <w:spacing w:line="360" w:lineRule="auto"/>
        <w:jc w:val="both"/>
      </w:pPr>
      <w:r w:rsidRPr="00880548">
        <w:t>con sede in</w:t>
      </w:r>
      <w:r w:rsidR="004F3453" w:rsidRPr="00880548">
        <w:t xml:space="preserve"> </w:t>
      </w:r>
      <w:r w:rsidR="00AC41DE" w:rsidRPr="00880548">
        <w:t>……………………………………………………………………</w:t>
      </w:r>
    </w:p>
    <w:p w:rsidR="0094530F" w:rsidRPr="00880548" w:rsidRDefault="0094530F" w:rsidP="00880548">
      <w:pPr>
        <w:widowControl w:val="0"/>
        <w:spacing w:line="360" w:lineRule="auto"/>
        <w:jc w:val="both"/>
      </w:pPr>
      <w:r w:rsidRPr="00880548">
        <w:t xml:space="preserve">con codice fiscale </w:t>
      </w:r>
      <w:r w:rsidR="00AC41DE" w:rsidRPr="00880548">
        <w:t>……………………………………………………………</w:t>
      </w:r>
      <w:r w:rsidR="003240E4">
        <w:t>.</w:t>
      </w:r>
    </w:p>
    <w:p w:rsidR="0094530F" w:rsidRPr="00880548" w:rsidRDefault="0094530F" w:rsidP="00880548">
      <w:pPr>
        <w:widowControl w:val="0"/>
        <w:spacing w:line="360" w:lineRule="auto"/>
        <w:jc w:val="both"/>
      </w:pPr>
      <w:r w:rsidRPr="00880548">
        <w:t xml:space="preserve">con partita IVA </w:t>
      </w:r>
      <w:r w:rsidR="00AC41DE" w:rsidRPr="00880548">
        <w:t>………………………………………………………………</w:t>
      </w:r>
    </w:p>
    <w:p w:rsidR="0094530F" w:rsidRPr="00880548" w:rsidRDefault="00D411BE" w:rsidP="00880548">
      <w:pPr>
        <w:jc w:val="both"/>
      </w:pPr>
      <w:r w:rsidRPr="00880548">
        <w:t>a</w:t>
      </w:r>
      <w:r w:rsidR="0094530F" w:rsidRPr="00880548">
        <w:t>i sensi degli articoli 46 e 47 del DPR 28 dicembre 2000 n. 445, consapevole delle sanzioni penali previste dall'articolo 76 del medesimo DPR 445/2000, per le ipotesi di falsità in atti e dichiarazioni mendaci ivi indicate,</w:t>
      </w:r>
    </w:p>
    <w:p w:rsidR="00FF11CA" w:rsidRPr="00880548" w:rsidRDefault="00FF11CA" w:rsidP="00C554FD">
      <w:pPr>
        <w:jc w:val="center"/>
        <w:rPr>
          <w:b/>
        </w:rPr>
      </w:pPr>
    </w:p>
    <w:p w:rsidR="0094530F" w:rsidRPr="00880548" w:rsidRDefault="00A93FFF" w:rsidP="00C554FD">
      <w:pPr>
        <w:jc w:val="center"/>
        <w:rPr>
          <w:b/>
        </w:rPr>
      </w:pPr>
      <w:r w:rsidRPr="00880548">
        <w:rPr>
          <w:b/>
        </w:rPr>
        <w:t>DICHIARA</w:t>
      </w:r>
    </w:p>
    <w:p w:rsidR="00FF11CA" w:rsidRPr="00880548" w:rsidRDefault="00FF11CA" w:rsidP="00C554FD">
      <w:pPr>
        <w:jc w:val="center"/>
        <w:rPr>
          <w:b/>
        </w:rPr>
      </w:pPr>
    </w:p>
    <w:p w:rsidR="0094530F" w:rsidRPr="00880548" w:rsidRDefault="0094530F" w:rsidP="003240E4">
      <w:pPr>
        <w:pStyle w:val="Paragrafoelenco"/>
        <w:numPr>
          <w:ilvl w:val="0"/>
          <w:numId w:val="15"/>
        </w:numPr>
        <w:suppressAutoHyphens/>
        <w:jc w:val="both"/>
      </w:pPr>
      <w:r w:rsidRPr="00880548">
        <w:t>che nei propri confronti non è stata disposta la misura di prevenzione della sorveglianza di cui all’articolo 3 della legge 27 dicembre 1956, n. 1423;</w:t>
      </w:r>
    </w:p>
    <w:p w:rsidR="00880548" w:rsidRPr="00880548" w:rsidRDefault="00880548" w:rsidP="00880548">
      <w:pPr>
        <w:suppressAutoHyphens/>
        <w:ind w:left="567"/>
        <w:jc w:val="both"/>
      </w:pPr>
    </w:p>
    <w:p w:rsidR="0094530F" w:rsidRPr="003240E4" w:rsidRDefault="0094530F" w:rsidP="003240E4">
      <w:pPr>
        <w:pStyle w:val="Paragrafoelenco"/>
        <w:numPr>
          <w:ilvl w:val="0"/>
          <w:numId w:val="15"/>
        </w:numPr>
        <w:suppressAutoHyphens/>
        <w:jc w:val="both"/>
        <w:rPr>
          <w:b/>
        </w:rPr>
      </w:pPr>
      <w:r w:rsidRPr="00880548">
        <w:t>che nei propri confronti non è pendente un procedimento per l’applicazione delle misure di prevenzione della sorveglianza di cui all’articolo 3 della legge 27 dicembre 1956, n. 1423;</w:t>
      </w:r>
    </w:p>
    <w:p w:rsidR="00880548" w:rsidRPr="00880548" w:rsidRDefault="00880548" w:rsidP="00880548">
      <w:pPr>
        <w:pStyle w:val="Paragrafoelenco"/>
        <w:rPr>
          <w:b/>
        </w:rPr>
      </w:pPr>
    </w:p>
    <w:p w:rsidR="0094530F" w:rsidRPr="003240E4" w:rsidRDefault="0094530F" w:rsidP="003240E4">
      <w:pPr>
        <w:pStyle w:val="Paragrafoelenco"/>
        <w:numPr>
          <w:ilvl w:val="0"/>
          <w:numId w:val="15"/>
        </w:numPr>
        <w:suppressAutoHyphens/>
        <w:jc w:val="both"/>
        <w:rPr>
          <w:b/>
        </w:rPr>
      </w:pPr>
      <w:r w:rsidRPr="00880548">
        <w:t>che nei propri confronti, negli ultimi cinque anni, non sono stati estesi gli effetti delle misure di prevenzione della sorveglianza di cui all’articolo 3 della legge 27 dicembre 1956, n. 1423, irrogate nei confronti di un proprio convivente;</w:t>
      </w:r>
    </w:p>
    <w:p w:rsidR="00880548" w:rsidRPr="00880548" w:rsidRDefault="00880548" w:rsidP="00880548">
      <w:pPr>
        <w:pStyle w:val="Paragrafoelenco"/>
        <w:rPr>
          <w:b/>
        </w:rPr>
      </w:pPr>
    </w:p>
    <w:p w:rsidR="0094530F" w:rsidRPr="00880548" w:rsidRDefault="0094530F" w:rsidP="003240E4">
      <w:pPr>
        <w:pStyle w:val="Paragrafoelenco"/>
        <w:numPr>
          <w:ilvl w:val="0"/>
          <w:numId w:val="15"/>
        </w:numPr>
        <w:suppressAutoHyphens/>
        <w:jc w:val="both"/>
      </w:pPr>
      <w:r w:rsidRPr="00880548">
        <w:t>che nei propri confronti non sussistono le cause ostative previste dall’articolo 10, comma 5-ter, della legge 31 maggio 1965, n. 575;</w:t>
      </w:r>
    </w:p>
    <w:p w:rsidR="00880548" w:rsidRPr="00880548" w:rsidRDefault="00880548" w:rsidP="00880548">
      <w:pPr>
        <w:pStyle w:val="Paragrafoelenco"/>
      </w:pPr>
    </w:p>
    <w:p w:rsidR="0094530F" w:rsidRPr="00880548" w:rsidRDefault="0094530F" w:rsidP="003240E4">
      <w:pPr>
        <w:pStyle w:val="Paragrafoelenco"/>
        <w:numPr>
          <w:ilvl w:val="0"/>
          <w:numId w:val="15"/>
        </w:numPr>
        <w:suppressAutoHyphens/>
        <w:jc w:val="both"/>
      </w:pPr>
      <w:r w:rsidRPr="00880548">
        <w:t xml:space="preserve">che </w:t>
      </w:r>
      <w:r w:rsidRPr="003240E4">
        <w:rPr>
          <w:u w:val="single"/>
        </w:rPr>
        <w:t>(barrare alternativamente una delle dichiarazioni che seguono)</w:t>
      </w:r>
      <w:r w:rsidRPr="00880548">
        <w:t>:</w:t>
      </w:r>
    </w:p>
    <w:p w:rsidR="00880548" w:rsidRPr="00880548" w:rsidRDefault="00880548" w:rsidP="00880548">
      <w:pPr>
        <w:suppressAutoHyphens/>
        <w:ind w:left="567"/>
        <w:jc w:val="both"/>
      </w:pPr>
    </w:p>
    <w:p w:rsidR="0094530F" w:rsidRPr="00880548" w:rsidRDefault="0094530F" w:rsidP="000359FC">
      <w:pPr>
        <w:tabs>
          <w:tab w:val="left" w:pos="8504"/>
        </w:tabs>
        <w:suppressAutoHyphens/>
        <w:ind w:left="567"/>
        <w:jc w:val="both"/>
      </w:pPr>
      <w:r w:rsidRPr="00880548">
        <w:rPr>
          <w:iCs/>
        </w:rPr>
        <w:lastRenderedPageBreak/>
        <w:t>□</w:t>
      </w:r>
      <w:r w:rsidRPr="00880548">
        <w:rPr>
          <w:b/>
        </w:rPr>
        <w:t xml:space="preserve"> non è stato vittima dei reati previsti e puniti dagli artt. 317 (concussione) e 629 (estorsione) del codice penale</w:t>
      </w:r>
      <w:r w:rsidRPr="00880548">
        <w:t>, aggravati ai sensi dell’articolo 7 del decreto-legge 13 maggio 1991, n. 152, convertito con modificazioni dalla legge 12 luglio 1991 n. 203;</w:t>
      </w:r>
    </w:p>
    <w:p w:rsidR="00880548" w:rsidRPr="00880548" w:rsidRDefault="00880548" w:rsidP="000359FC">
      <w:pPr>
        <w:tabs>
          <w:tab w:val="left" w:pos="8504"/>
        </w:tabs>
        <w:suppressAutoHyphens/>
        <w:ind w:left="567"/>
        <w:jc w:val="both"/>
      </w:pPr>
    </w:p>
    <w:p w:rsidR="0094530F" w:rsidRPr="00880548" w:rsidRDefault="0094530F" w:rsidP="00C554FD">
      <w:pPr>
        <w:tabs>
          <w:tab w:val="left" w:pos="8504"/>
        </w:tabs>
        <w:suppressAutoHyphens/>
        <w:ind w:left="567"/>
        <w:jc w:val="both"/>
      </w:pPr>
      <w:r w:rsidRPr="00880548">
        <w:rPr>
          <w:iCs/>
        </w:rPr>
        <w:t>□</w:t>
      </w:r>
      <w:r w:rsidRPr="00880548">
        <w:t xml:space="preserve"> </w:t>
      </w:r>
      <w:r w:rsidRPr="00880548">
        <w:rPr>
          <w:b/>
        </w:rPr>
        <w:t>è stato vittima dei reati previsti e puniti dagli artt. 317 e 629 del codice penale</w:t>
      </w:r>
      <w:r w:rsidRPr="00880548">
        <w:t xml:space="preserve">, aggravati ai sensi dell’articolo 7 del decreto-legge 13 maggio 1991, n. 152, convertito con modificazioni dalla legge 12 luglio 1991 n. 203, </w:t>
      </w:r>
      <w:r w:rsidRPr="00880548">
        <w:rPr>
          <w:b/>
        </w:rPr>
        <w:t>e ha denunciato i fatti all’autorità giudiziaria</w:t>
      </w:r>
      <w:r w:rsidRPr="00880548">
        <w:t>;</w:t>
      </w:r>
    </w:p>
    <w:p w:rsidR="00880548" w:rsidRPr="00880548" w:rsidRDefault="00880548" w:rsidP="00C554FD">
      <w:pPr>
        <w:tabs>
          <w:tab w:val="left" w:pos="8504"/>
        </w:tabs>
        <w:suppressAutoHyphens/>
        <w:ind w:left="567"/>
        <w:jc w:val="both"/>
      </w:pPr>
    </w:p>
    <w:p w:rsidR="0094530F" w:rsidRPr="00880548" w:rsidRDefault="0094530F" w:rsidP="00C554FD">
      <w:pPr>
        <w:tabs>
          <w:tab w:val="left" w:pos="8504"/>
        </w:tabs>
        <w:suppressAutoHyphens/>
        <w:ind w:left="567"/>
        <w:jc w:val="both"/>
        <w:rPr>
          <w:b/>
        </w:rPr>
      </w:pPr>
      <w:r w:rsidRPr="00880548">
        <w:rPr>
          <w:iCs/>
        </w:rPr>
        <w:t>□</w:t>
      </w:r>
      <w:r w:rsidRPr="00880548">
        <w:t xml:space="preserve"> </w:t>
      </w:r>
      <w:r w:rsidRPr="00880548">
        <w:rPr>
          <w:b/>
        </w:rPr>
        <w:t>è stato vittima dei reati previsti e puniti dagli artt. 317 e 629 del codice penale</w:t>
      </w:r>
      <w:r w:rsidRPr="00880548">
        <w:t xml:space="preserve">, aggravati ai sensi dell’articolo 7 del decreto-legge 13 maggio 1991, n. 152, convertito con modificazioni dalla legge 12 luglio 1991 n. 203 </w:t>
      </w:r>
      <w:r w:rsidRPr="00880548">
        <w:rPr>
          <w:b/>
        </w:rPr>
        <w:t>e</w:t>
      </w:r>
      <w:r w:rsidRPr="00880548">
        <w:t xml:space="preserve"> </w:t>
      </w:r>
      <w:r w:rsidRPr="00880548">
        <w:rPr>
          <w:b/>
          <w:u w:val="single"/>
        </w:rPr>
        <w:t>non</w:t>
      </w:r>
      <w:r w:rsidRPr="00880548">
        <w:rPr>
          <w:b/>
        </w:rPr>
        <w:t xml:space="preserve"> ha denunciato i fatti all’autorità giudiziaria ricorrendo i casi previsti dall’art. 4 c. 1 L. n. 689/1981;</w:t>
      </w:r>
    </w:p>
    <w:p w:rsidR="00880548" w:rsidRPr="00880548" w:rsidRDefault="00880548" w:rsidP="00C554FD">
      <w:pPr>
        <w:tabs>
          <w:tab w:val="left" w:pos="8504"/>
        </w:tabs>
        <w:suppressAutoHyphens/>
        <w:ind w:left="567"/>
        <w:jc w:val="both"/>
        <w:rPr>
          <w:b/>
        </w:rPr>
      </w:pPr>
    </w:p>
    <w:p w:rsidR="00880548" w:rsidRPr="00880548" w:rsidRDefault="0094530F" w:rsidP="003240E4">
      <w:pPr>
        <w:pStyle w:val="Paragrafoelenco"/>
        <w:numPr>
          <w:ilvl w:val="0"/>
          <w:numId w:val="15"/>
        </w:numPr>
        <w:suppressAutoHyphens/>
        <w:jc w:val="both"/>
      </w:pPr>
      <w:r w:rsidRPr="00880548">
        <w:t>che nei propri confronti non è stata pronunciata sentenza di condanna passata in giudicato, o emesso decreto penale di condanna divenuto irrevocabile, oppure sentenza di applicazione della pena su richiesta, ai sensi dell’art. 444 c.p.p., per reati gravi in danno dello Stato o della Comunità che incidono sulla moralità professionale, nonché sentenze di condanna passate in giudicato per uno o più reati di partecipazione a un’organizzazione criminale, corruzione, frode, riciclaggio, quali definiti dagli atti comunitari citati all’articolo 45, paragrafo 1, direttiva CE n. 2004/18; è salva in ogni caso l’applicazione dell’art. 178 c.p. e dell’art. 445, comma 2, c.p.p.</w:t>
      </w:r>
    </w:p>
    <w:p w:rsidR="00C554FD" w:rsidRPr="00880548" w:rsidRDefault="0094530F" w:rsidP="00880548">
      <w:pPr>
        <w:suppressAutoHyphens/>
        <w:ind w:left="567"/>
        <w:jc w:val="both"/>
      </w:pPr>
      <w:r w:rsidRPr="00880548">
        <w:t xml:space="preserve"> </w:t>
      </w:r>
    </w:p>
    <w:p w:rsidR="00FF11CA" w:rsidRPr="00880548" w:rsidRDefault="0094530F" w:rsidP="00C554FD">
      <w:pPr>
        <w:tabs>
          <w:tab w:val="left" w:pos="0"/>
          <w:tab w:val="left" w:pos="284"/>
        </w:tabs>
        <w:suppressAutoHyphens/>
        <w:jc w:val="both"/>
        <w:rPr>
          <w:b/>
        </w:rPr>
      </w:pPr>
      <w:r w:rsidRPr="00880548">
        <w:rPr>
          <w:u w:val="single"/>
        </w:rPr>
        <w:t xml:space="preserve">In ottemperanza a quanto previsto dall’art. 38, comma 2, del </w:t>
      </w:r>
      <w:proofErr w:type="spellStart"/>
      <w:proofErr w:type="gramStart"/>
      <w:r w:rsidRPr="00880548">
        <w:rPr>
          <w:u w:val="single"/>
        </w:rPr>
        <w:t>D.Lgs</w:t>
      </w:r>
      <w:proofErr w:type="gramEnd"/>
      <w:r w:rsidRPr="00880548">
        <w:rPr>
          <w:u w:val="single"/>
        </w:rPr>
        <w:t>.</w:t>
      </w:r>
      <w:proofErr w:type="spellEnd"/>
      <w:r w:rsidRPr="00880548">
        <w:rPr>
          <w:u w:val="single"/>
        </w:rPr>
        <w:t xml:space="preserve"> n. 163/2006 e </w:t>
      </w:r>
      <w:proofErr w:type="spellStart"/>
      <w:r w:rsidRPr="00880548">
        <w:rPr>
          <w:u w:val="single"/>
        </w:rPr>
        <w:t>ss.mm.ii</w:t>
      </w:r>
      <w:proofErr w:type="spellEnd"/>
      <w:r w:rsidRPr="00880548">
        <w:rPr>
          <w:u w:val="single"/>
        </w:rPr>
        <w:t>., il sottoscritto dichiara di seguito tutte le condanne penali eventualmente riportate, ivi comprese quelle per le quali ha beneficiato della non menzione (esclusi i casi di: reato depenalizzato; riabilitazione; estinzione del reato; revoca della condanna):</w:t>
      </w:r>
    </w:p>
    <w:p w:rsidR="00C554FD" w:rsidRDefault="0094530F" w:rsidP="00C554FD">
      <w:pPr>
        <w:tabs>
          <w:tab w:val="left" w:pos="0"/>
          <w:tab w:val="left" w:pos="284"/>
        </w:tabs>
        <w:suppressAutoHyphens/>
        <w:jc w:val="both"/>
      </w:pPr>
      <w:r w:rsidRPr="00880548">
        <w:t>______________________________________</w:t>
      </w:r>
      <w:r w:rsidR="00FF11CA" w:rsidRPr="00880548">
        <w:t>_________</w:t>
      </w:r>
      <w:r w:rsidRPr="00880548">
        <w:t>___________________________ _______________________________________________________________</w:t>
      </w:r>
      <w:r w:rsidR="00FF11CA" w:rsidRPr="00880548">
        <w:t>______________</w:t>
      </w:r>
      <w:r w:rsidR="00880548">
        <w:t>______</w:t>
      </w:r>
      <w:r w:rsidRPr="00880548">
        <w:t xml:space="preserve">_________________________________________________________________. </w:t>
      </w:r>
    </w:p>
    <w:p w:rsidR="00880548" w:rsidRDefault="00880548" w:rsidP="00C554FD">
      <w:pPr>
        <w:tabs>
          <w:tab w:val="left" w:pos="0"/>
          <w:tab w:val="left" w:pos="284"/>
        </w:tabs>
        <w:suppressAutoHyphens/>
        <w:jc w:val="both"/>
      </w:pPr>
    </w:p>
    <w:p w:rsidR="00880548" w:rsidRPr="00880548" w:rsidRDefault="00880548" w:rsidP="00C554FD">
      <w:pPr>
        <w:tabs>
          <w:tab w:val="left" w:pos="0"/>
          <w:tab w:val="left" w:pos="284"/>
        </w:tabs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94530F" w:rsidRPr="00880548" w:rsidTr="00FF11CA">
        <w:trPr>
          <w:trHeight w:val="567"/>
        </w:trPr>
        <w:tc>
          <w:tcPr>
            <w:tcW w:w="9778" w:type="dxa"/>
            <w:gridSpan w:val="2"/>
            <w:shd w:val="clear" w:color="auto" w:fill="auto"/>
            <w:vAlign w:val="center"/>
          </w:tcPr>
          <w:p w:rsidR="0094530F" w:rsidRPr="00880548" w:rsidRDefault="0094530F" w:rsidP="00C554FD">
            <w:pPr>
              <w:jc w:val="center"/>
            </w:pPr>
            <w:r w:rsidRPr="00880548">
              <w:t xml:space="preserve">La presente dichiarazione è composta di n. ___________ pagine, e di n. ____ allegati. </w:t>
            </w:r>
            <w:r w:rsidRPr="00880548">
              <w:rPr>
                <w:b/>
              </w:rPr>
              <w:t>Alla presente è allegato il documento di identità del dichiarante.</w:t>
            </w:r>
          </w:p>
        </w:tc>
      </w:tr>
      <w:tr w:rsidR="0094530F" w:rsidRPr="00880548" w:rsidTr="003E3074">
        <w:tc>
          <w:tcPr>
            <w:tcW w:w="4889" w:type="dxa"/>
            <w:shd w:val="clear" w:color="auto" w:fill="auto"/>
          </w:tcPr>
          <w:p w:rsidR="0094530F" w:rsidRPr="00880548" w:rsidRDefault="0094530F" w:rsidP="003E3074">
            <w:r w:rsidRPr="00880548">
              <w:t>LUOGO, DATA</w:t>
            </w:r>
          </w:p>
        </w:tc>
        <w:tc>
          <w:tcPr>
            <w:tcW w:w="4889" w:type="dxa"/>
            <w:shd w:val="clear" w:color="auto" w:fill="auto"/>
          </w:tcPr>
          <w:p w:rsidR="0094530F" w:rsidRPr="00880548" w:rsidRDefault="0094530F" w:rsidP="003E3074">
            <w:r w:rsidRPr="00880548">
              <w:t>FIRMA DEL DICHIARANTE</w:t>
            </w:r>
          </w:p>
        </w:tc>
      </w:tr>
      <w:tr w:rsidR="0094530F" w:rsidRPr="00880548" w:rsidTr="00FF11CA">
        <w:trPr>
          <w:trHeight w:val="567"/>
        </w:trPr>
        <w:tc>
          <w:tcPr>
            <w:tcW w:w="4889" w:type="dxa"/>
            <w:shd w:val="clear" w:color="auto" w:fill="auto"/>
          </w:tcPr>
          <w:p w:rsidR="0094530F" w:rsidRPr="00880548" w:rsidRDefault="0094530F" w:rsidP="00FF11CA"/>
          <w:p w:rsidR="0094530F" w:rsidRPr="00880548" w:rsidRDefault="0094530F" w:rsidP="00FF11CA"/>
          <w:p w:rsidR="0094530F" w:rsidRPr="00880548" w:rsidRDefault="0094530F" w:rsidP="00FF11CA"/>
          <w:p w:rsidR="0094530F" w:rsidRPr="00880548" w:rsidRDefault="0094530F" w:rsidP="00FF11CA"/>
        </w:tc>
        <w:tc>
          <w:tcPr>
            <w:tcW w:w="4889" w:type="dxa"/>
            <w:shd w:val="clear" w:color="auto" w:fill="auto"/>
          </w:tcPr>
          <w:p w:rsidR="0094530F" w:rsidRPr="00880548" w:rsidRDefault="0094530F" w:rsidP="00FF11CA"/>
          <w:p w:rsidR="0094530F" w:rsidRPr="00880548" w:rsidRDefault="0094530F" w:rsidP="00FF11CA"/>
          <w:p w:rsidR="0094530F" w:rsidRPr="00880548" w:rsidRDefault="0094530F" w:rsidP="00FF11CA"/>
          <w:p w:rsidR="0094530F" w:rsidRPr="00880548" w:rsidRDefault="0094530F" w:rsidP="00FF11CA"/>
        </w:tc>
      </w:tr>
    </w:tbl>
    <w:p w:rsidR="00FF648E" w:rsidRPr="00880548" w:rsidRDefault="00FF648E" w:rsidP="00FF648E"/>
    <w:p w:rsidR="00D411BE" w:rsidRPr="00880548" w:rsidRDefault="00EA68AB" w:rsidP="00FF11CA">
      <w:pPr>
        <w:pStyle w:val="Pidipagina"/>
        <w:ind w:right="357"/>
      </w:pPr>
      <w:r w:rsidRPr="00880548">
        <w:t>Luogo e data:</w:t>
      </w:r>
      <w:r w:rsidR="00D411BE" w:rsidRPr="00880548">
        <w:tab/>
      </w:r>
      <w:r w:rsidR="00D411BE" w:rsidRPr="00880548">
        <w:tab/>
        <w:t>Timbro e Firma del dichiarante</w:t>
      </w:r>
    </w:p>
    <w:p w:rsidR="006A5015" w:rsidRPr="00880548" w:rsidRDefault="00EA68AB" w:rsidP="00D11C30">
      <w:r w:rsidRPr="00880548">
        <w:t>__</w:t>
      </w:r>
      <w:r w:rsidR="00C554FD" w:rsidRPr="00880548">
        <w:t xml:space="preserve">_________________________       </w:t>
      </w:r>
      <w:r w:rsidRPr="00880548">
        <w:t xml:space="preserve">         ____________________________________</w:t>
      </w:r>
    </w:p>
    <w:p w:rsidR="00850DBF" w:rsidRDefault="00850DBF" w:rsidP="00D11C30">
      <w:pPr>
        <w:rPr>
          <w:sz w:val="21"/>
          <w:szCs w:val="21"/>
        </w:rPr>
      </w:pPr>
    </w:p>
    <w:p w:rsidR="00C554FD" w:rsidRPr="00D4766A" w:rsidRDefault="00C554FD" w:rsidP="00D11C30">
      <w:pPr>
        <w:rPr>
          <w:sz w:val="21"/>
          <w:szCs w:val="21"/>
        </w:rPr>
      </w:pPr>
    </w:p>
    <w:p w:rsidR="00850DBF" w:rsidRPr="00F131DE" w:rsidRDefault="00850DBF" w:rsidP="00D11C30">
      <w:pPr>
        <w:rPr>
          <w:sz w:val="21"/>
          <w:szCs w:val="21"/>
          <w:highlight w:val="cyan"/>
        </w:rPr>
      </w:pPr>
    </w:p>
    <w:p w:rsidR="00850DBF" w:rsidRDefault="00850DBF" w:rsidP="00D11C30">
      <w:pPr>
        <w:rPr>
          <w:sz w:val="21"/>
          <w:szCs w:val="21"/>
        </w:rPr>
      </w:pPr>
    </w:p>
    <w:sectPr w:rsidR="00850DBF" w:rsidSect="00EA68AB">
      <w:headerReference w:type="default" r:id="rId8"/>
      <w:footerReference w:type="default" r:id="rId9"/>
      <w:pgSz w:w="11907" w:h="16840" w:code="9"/>
      <w:pgMar w:top="851" w:right="957" w:bottom="1123" w:left="1247" w:header="964" w:footer="964" w:gutter="0"/>
      <w:pgNumType w:start="1"/>
      <w:cols w:space="708"/>
      <w:docGrid w:linePitch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F84" w:rsidRPr="003E5F46" w:rsidRDefault="00881F84">
      <w:pPr>
        <w:rPr>
          <w:sz w:val="21"/>
          <w:szCs w:val="21"/>
        </w:rPr>
      </w:pPr>
      <w:r w:rsidRPr="003E5F46">
        <w:rPr>
          <w:sz w:val="21"/>
          <w:szCs w:val="21"/>
        </w:rPr>
        <w:separator/>
      </w:r>
    </w:p>
  </w:endnote>
  <w:endnote w:type="continuationSeparator" w:id="0">
    <w:p w:rsidR="00881F84" w:rsidRPr="003E5F46" w:rsidRDefault="00881F84">
      <w:pPr>
        <w:rPr>
          <w:sz w:val="21"/>
          <w:szCs w:val="21"/>
        </w:rPr>
      </w:pPr>
      <w:r w:rsidRPr="003E5F46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8AB" w:rsidRPr="00C554FD" w:rsidRDefault="00E03320">
    <w:pPr>
      <w:pStyle w:val="Pidipagina"/>
      <w:jc w:val="right"/>
      <w:rPr>
        <w:rFonts w:ascii="Courier New" w:hAnsi="Courier New" w:cs="Courier New"/>
        <w:sz w:val="20"/>
        <w:szCs w:val="20"/>
      </w:rPr>
    </w:pPr>
    <w:r w:rsidRPr="00C554FD">
      <w:rPr>
        <w:rFonts w:ascii="Courier New" w:hAnsi="Courier New" w:cs="Courier New"/>
        <w:sz w:val="20"/>
        <w:szCs w:val="20"/>
      </w:rPr>
      <w:fldChar w:fldCharType="begin"/>
    </w:r>
    <w:r w:rsidR="00EA68AB" w:rsidRPr="00C554FD">
      <w:rPr>
        <w:rFonts w:ascii="Courier New" w:hAnsi="Courier New" w:cs="Courier New"/>
        <w:sz w:val="20"/>
        <w:szCs w:val="20"/>
      </w:rPr>
      <w:instrText>PAGE   \* MERGEFORMAT</w:instrText>
    </w:r>
    <w:r w:rsidRPr="00C554FD">
      <w:rPr>
        <w:rFonts w:ascii="Courier New" w:hAnsi="Courier New" w:cs="Courier New"/>
        <w:sz w:val="20"/>
        <w:szCs w:val="20"/>
      </w:rPr>
      <w:fldChar w:fldCharType="separate"/>
    </w:r>
    <w:r w:rsidR="005E24F6">
      <w:rPr>
        <w:rFonts w:ascii="Courier New" w:hAnsi="Courier New" w:cs="Courier New"/>
        <w:noProof/>
        <w:sz w:val="20"/>
        <w:szCs w:val="20"/>
      </w:rPr>
      <w:t>2</w:t>
    </w:r>
    <w:r w:rsidRPr="00C554FD">
      <w:rPr>
        <w:rFonts w:ascii="Courier New" w:hAnsi="Courier New" w:cs="Courier New"/>
        <w:sz w:val="20"/>
        <w:szCs w:val="20"/>
      </w:rPr>
      <w:fldChar w:fldCharType="end"/>
    </w:r>
    <w:r w:rsidR="00EA68AB" w:rsidRPr="00C554FD">
      <w:rPr>
        <w:rFonts w:ascii="Courier New" w:hAnsi="Courier New" w:cs="Courier New"/>
        <w:sz w:val="20"/>
        <w:szCs w:val="20"/>
      </w:rPr>
      <w:t xml:space="preserve"> </w:t>
    </w:r>
  </w:p>
  <w:p w:rsidR="00314602" w:rsidRPr="003E5F46" w:rsidRDefault="00314602">
    <w:pPr>
      <w:pStyle w:val="Pidipagina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F84" w:rsidRPr="003E5F46" w:rsidRDefault="00881F84">
      <w:pPr>
        <w:rPr>
          <w:sz w:val="21"/>
          <w:szCs w:val="21"/>
        </w:rPr>
      </w:pPr>
      <w:r w:rsidRPr="003E5F46">
        <w:rPr>
          <w:sz w:val="21"/>
          <w:szCs w:val="21"/>
        </w:rPr>
        <w:separator/>
      </w:r>
    </w:p>
  </w:footnote>
  <w:footnote w:type="continuationSeparator" w:id="0">
    <w:p w:rsidR="00881F84" w:rsidRPr="003E5F46" w:rsidRDefault="00881F84">
      <w:pPr>
        <w:rPr>
          <w:sz w:val="21"/>
          <w:szCs w:val="21"/>
        </w:rPr>
      </w:pPr>
      <w:r w:rsidRPr="003E5F46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076" w:rsidRPr="00880548" w:rsidRDefault="005E24F6" w:rsidP="00280076">
    <w:pPr>
      <w:ind w:left="709" w:right="49"/>
      <w:jc w:val="center"/>
      <w:rPr>
        <w:b/>
        <w:spacing w:val="80"/>
        <w:sz w:val="32"/>
        <w:szCs w:val="32"/>
      </w:rPr>
    </w:pPr>
    <w:r>
      <w:rPr>
        <w:b/>
        <w:noProof/>
        <w:sz w:val="32"/>
        <w:szCs w:val="3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2.15pt;margin-top:-2.8pt;width:72.95pt;height:72.4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" filled="f" stroked="f">
          <v:textbox style="mso-fit-shape-to-text:t">
            <w:txbxContent>
              <w:p w:rsidR="00280076" w:rsidRPr="002E2541" w:rsidRDefault="00037C87" w:rsidP="00280076">
                <w:r>
                  <w:rPr>
                    <w:noProof/>
                  </w:rPr>
                  <w:drawing>
                    <wp:inline distT="0" distB="0" distL="0" distR="0">
                      <wp:extent cx="656811" cy="822793"/>
                      <wp:effectExtent l="19050" t="0" r="0" b="0"/>
                      <wp:docPr id="1" name="Immagin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9986" cy="8267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280076" w:rsidRPr="00880548">
      <w:rPr>
        <w:b/>
        <w:spacing w:val="80"/>
        <w:sz w:val="32"/>
        <w:szCs w:val="32"/>
      </w:rPr>
      <w:t>COMUNE DI CASSINO</w:t>
    </w:r>
  </w:p>
  <w:p w:rsidR="00280076" w:rsidRPr="00880548" w:rsidRDefault="00280076" w:rsidP="00280076">
    <w:pPr>
      <w:spacing w:line="360" w:lineRule="auto"/>
      <w:ind w:left="709" w:right="51"/>
      <w:jc w:val="center"/>
      <w:rPr>
        <w:b/>
        <w:bCs/>
        <w:sz w:val="28"/>
        <w:szCs w:val="28"/>
      </w:rPr>
    </w:pPr>
    <w:r w:rsidRPr="00880548">
      <w:rPr>
        <w:b/>
        <w:bCs/>
        <w:sz w:val="28"/>
        <w:szCs w:val="28"/>
      </w:rPr>
      <w:t>PROVINCIA DI FROSINONE</w:t>
    </w:r>
  </w:p>
  <w:p w:rsidR="002738BA" w:rsidRPr="00880548" w:rsidRDefault="002738BA" w:rsidP="002738BA">
    <w:pPr>
      <w:ind w:left="709" w:right="51"/>
      <w:jc w:val="center"/>
      <w:rPr>
        <w:b/>
      </w:rPr>
    </w:pPr>
    <w:r w:rsidRPr="00880548">
      <w:rPr>
        <w:b/>
      </w:rPr>
      <w:t xml:space="preserve">AREA </w:t>
    </w:r>
    <w:r w:rsidR="00880548" w:rsidRPr="00880548">
      <w:rPr>
        <w:b/>
      </w:rPr>
      <w:t>SERVIZI</w:t>
    </w:r>
  </w:p>
  <w:p w:rsidR="002738BA" w:rsidRPr="00880548" w:rsidRDefault="002738BA" w:rsidP="002738BA">
    <w:pPr>
      <w:ind w:left="709" w:right="51"/>
      <w:jc w:val="center"/>
      <w:rPr>
        <w:b/>
      </w:rPr>
    </w:pPr>
    <w:r w:rsidRPr="00880548">
      <w:rPr>
        <w:b/>
      </w:rPr>
      <w:t xml:space="preserve">SERVIZIO </w:t>
    </w:r>
    <w:r w:rsidR="00880548" w:rsidRPr="00880548">
      <w:rPr>
        <w:b/>
      </w:rPr>
      <w:t>CULTURA – PUBBLICA ISTRUZIONE</w:t>
    </w:r>
  </w:p>
  <w:p w:rsidR="00280076" w:rsidRDefault="002800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A6C18CA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CF23BEA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2AB52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6C12C4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C14FC6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676932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8C0EA9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301640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D6DB6E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2261C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ED6B4E"/>
    <w:multiLevelType w:val="hybridMultilevel"/>
    <w:tmpl w:val="35AC5C04"/>
    <w:lvl w:ilvl="0" w:tplc="69B00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65B1B"/>
    <w:multiLevelType w:val="singleLevel"/>
    <w:tmpl w:val="9FB430B8"/>
    <w:lvl w:ilvl="0">
      <w:start w:val="1"/>
      <w:numFmt w:val="upperRoman"/>
      <w:lvlText w:val="%1."/>
      <w:lvlJc w:val="left"/>
      <w:pPr>
        <w:tabs>
          <w:tab w:val="num" w:pos="1400"/>
        </w:tabs>
        <w:ind w:left="680"/>
      </w:pPr>
      <w:rPr>
        <w:rFonts w:ascii="Courier New" w:hAnsi="Courier New" w:cs="Courier New" w:hint="default"/>
        <w:b w:val="0"/>
        <w:i w:val="0"/>
      </w:rPr>
    </w:lvl>
  </w:abstractNum>
  <w:abstractNum w:abstractNumId="12" w15:restartNumberingAfterBreak="0">
    <w:nsid w:val="252F2B57"/>
    <w:multiLevelType w:val="hybridMultilevel"/>
    <w:tmpl w:val="BF1C0866"/>
    <w:lvl w:ilvl="0" w:tplc="69B00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B7C8F"/>
    <w:multiLevelType w:val="hybridMultilevel"/>
    <w:tmpl w:val="8254407E"/>
    <w:lvl w:ilvl="0" w:tplc="905A5C7A">
      <w:start w:val="1"/>
      <w:numFmt w:val="decimal"/>
      <w:lvlText w:val="%1."/>
      <w:lvlJc w:val="left"/>
      <w:pPr>
        <w:ind w:left="104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60" w:hanging="360"/>
      </w:pPr>
    </w:lvl>
    <w:lvl w:ilvl="2" w:tplc="0410001B" w:tentative="1">
      <w:start w:val="1"/>
      <w:numFmt w:val="lowerRoman"/>
      <w:lvlText w:val="%3."/>
      <w:lvlJc w:val="right"/>
      <w:pPr>
        <w:ind w:left="2480" w:hanging="180"/>
      </w:pPr>
    </w:lvl>
    <w:lvl w:ilvl="3" w:tplc="0410000F" w:tentative="1">
      <w:start w:val="1"/>
      <w:numFmt w:val="decimal"/>
      <w:lvlText w:val="%4."/>
      <w:lvlJc w:val="left"/>
      <w:pPr>
        <w:ind w:left="3200" w:hanging="360"/>
      </w:pPr>
    </w:lvl>
    <w:lvl w:ilvl="4" w:tplc="04100019" w:tentative="1">
      <w:start w:val="1"/>
      <w:numFmt w:val="lowerLetter"/>
      <w:lvlText w:val="%5."/>
      <w:lvlJc w:val="left"/>
      <w:pPr>
        <w:ind w:left="3920" w:hanging="360"/>
      </w:pPr>
    </w:lvl>
    <w:lvl w:ilvl="5" w:tplc="0410001B" w:tentative="1">
      <w:start w:val="1"/>
      <w:numFmt w:val="lowerRoman"/>
      <w:lvlText w:val="%6."/>
      <w:lvlJc w:val="right"/>
      <w:pPr>
        <w:ind w:left="4640" w:hanging="180"/>
      </w:pPr>
    </w:lvl>
    <w:lvl w:ilvl="6" w:tplc="0410000F" w:tentative="1">
      <w:start w:val="1"/>
      <w:numFmt w:val="decimal"/>
      <w:lvlText w:val="%7."/>
      <w:lvlJc w:val="left"/>
      <w:pPr>
        <w:ind w:left="5360" w:hanging="360"/>
      </w:pPr>
    </w:lvl>
    <w:lvl w:ilvl="7" w:tplc="04100019" w:tentative="1">
      <w:start w:val="1"/>
      <w:numFmt w:val="lowerLetter"/>
      <w:lvlText w:val="%8."/>
      <w:lvlJc w:val="left"/>
      <w:pPr>
        <w:ind w:left="6080" w:hanging="360"/>
      </w:pPr>
    </w:lvl>
    <w:lvl w:ilvl="8" w:tplc="0410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6B991498"/>
    <w:multiLevelType w:val="hybridMultilevel"/>
    <w:tmpl w:val="5F6E9D24"/>
    <w:lvl w:ilvl="0" w:tplc="010ECCE6">
      <w:start w:val="30"/>
      <w:numFmt w:val="bullet"/>
      <w:lvlText w:val="□"/>
      <w:lvlJc w:val="left"/>
      <w:pPr>
        <w:ind w:left="1080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41933CF"/>
    <w:multiLevelType w:val="singleLevel"/>
    <w:tmpl w:val="144A9860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5"/>
  </w:num>
  <w:num w:numId="13">
    <w:abstractNumId w:val="14"/>
  </w:num>
  <w:num w:numId="14">
    <w:abstractNumId w:val="13"/>
  </w:num>
  <w:num w:numId="15">
    <w:abstractNumId w:val="10"/>
  </w:num>
  <w:num w:numId="16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75"/>
  <w:drawingGridVerticalSpacing w:val="102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E4"/>
    <w:rsid w:val="0000120F"/>
    <w:rsid w:val="000043C8"/>
    <w:rsid w:val="00011503"/>
    <w:rsid w:val="00011E97"/>
    <w:rsid w:val="00032396"/>
    <w:rsid w:val="000359FC"/>
    <w:rsid w:val="00035DEF"/>
    <w:rsid w:val="00037C87"/>
    <w:rsid w:val="00053CA1"/>
    <w:rsid w:val="00065D02"/>
    <w:rsid w:val="00070D21"/>
    <w:rsid w:val="000763DF"/>
    <w:rsid w:val="00077D9E"/>
    <w:rsid w:val="000A26B6"/>
    <w:rsid w:val="000A4515"/>
    <w:rsid w:val="000A6F3C"/>
    <w:rsid w:val="000B1FED"/>
    <w:rsid w:val="000B3578"/>
    <w:rsid w:val="000B4FE7"/>
    <w:rsid w:val="000C00BB"/>
    <w:rsid w:val="000C1F06"/>
    <w:rsid w:val="000C457F"/>
    <w:rsid w:val="000D2DF3"/>
    <w:rsid w:val="000D4BAF"/>
    <w:rsid w:val="000D5B51"/>
    <w:rsid w:val="000E4ED2"/>
    <w:rsid w:val="000E7219"/>
    <w:rsid w:val="000E7526"/>
    <w:rsid w:val="00103283"/>
    <w:rsid w:val="00107E37"/>
    <w:rsid w:val="0011364A"/>
    <w:rsid w:val="00114298"/>
    <w:rsid w:val="001202D4"/>
    <w:rsid w:val="00124131"/>
    <w:rsid w:val="00124E29"/>
    <w:rsid w:val="00126982"/>
    <w:rsid w:val="001349DA"/>
    <w:rsid w:val="00137030"/>
    <w:rsid w:val="0015164E"/>
    <w:rsid w:val="00157062"/>
    <w:rsid w:val="0016224C"/>
    <w:rsid w:val="00172358"/>
    <w:rsid w:val="0017302B"/>
    <w:rsid w:val="00177468"/>
    <w:rsid w:val="001814A0"/>
    <w:rsid w:val="00195533"/>
    <w:rsid w:val="001A09DD"/>
    <w:rsid w:val="001A270D"/>
    <w:rsid w:val="001B52C7"/>
    <w:rsid w:val="001B74E7"/>
    <w:rsid w:val="001D1774"/>
    <w:rsid w:val="001D5431"/>
    <w:rsid w:val="001E3360"/>
    <w:rsid w:val="001E6AF3"/>
    <w:rsid w:val="001F7688"/>
    <w:rsid w:val="00207816"/>
    <w:rsid w:val="0021085F"/>
    <w:rsid w:val="00214797"/>
    <w:rsid w:val="00215FD5"/>
    <w:rsid w:val="0022170D"/>
    <w:rsid w:val="00225CB5"/>
    <w:rsid w:val="00225F39"/>
    <w:rsid w:val="00226C38"/>
    <w:rsid w:val="002315FA"/>
    <w:rsid w:val="00233B9B"/>
    <w:rsid w:val="002437D3"/>
    <w:rsid w:val="00246085"/>
    <w:rsid w:val="00250B06"/>
    <w:rsid w:val="00257A32"/>
    <w:rsid w:val="00260A7C"/>
    <w:rsid w:val="0026148C"/>
    <w:rsid w:val="0026152F"/>
    <w:rsid w:val="0026468C"/>
    <w:rsid w:val="0026737C"/>
    <w:rsid w:val="00272C6F"/>
    <w:rsid w:val="002738BA"/>
    <w:rsid w:val="00275189"/>
    <w:rsid w:val="00277427"/>
    <w:rsid w:val="00280076"/>
    <w:rsid w:val="00281C20"/>
    <w:rsid w:val="00285FF2"/>
    <w:rsid w:val="00290D97"/>
    <w:rsid w:val="002936E9"/>
    <w:rsid w:val="0029711F"/>
    <w:rsid w:val="002B03CE"/>
    <w:rsid w:val="002B6299"/>
    <w:rsid w:val="002B68D0"/>
    <w:rsid w:val="002C12E1"/>
    <w:rsid w:val="002C3B8C"/>
    <w:rsid w:val="002D1159"/>
    <w:rsid w:val="002D1A3A"/>
    <w:rsid w:val="002D2DCE"/>
    <w:rsid w:val="002D5F7C"/>
    <w:rsid w:val="002E1BBD"/>
    <w:rsid w:val="002E61BF"/>
    <w:rsid w:val="002E623B"/>
    <w:rsid w:val="002E729F"/>
    <w:rsid w:val="002F206D"/>
    <w:rsid w:val="002F264C"/>
    <w:rsid w:val="00307CA2"/>
    <w:rsid w:val="00314602"/>
    <w:rsid w:val="0031732B"/>
    <w:rsid w:val="0032052C"/>
    <w:rsid w:val="003230E2"/>
    <w:rsid w:val="003240E4"/>
    <w:rsid w:val="003404A6"/>
    <w:rsid w:val="003526AA"/>
    <w:rsid w:val="00353A9A"/>
    <w:rsid w:val="003628B7"/>
    <w:rsid w:val="0036320D"/>
    <w:rsid w:val="00384B24"/>
    <w:rsid w:val="0039089B"/>
    <w:rsid w:val="003A1C0E"/>
    <w:rsid w:val="003A797B"/>
    <w:rsid w:val="003B26DE"/>
    <w:rsid w:val="003C5723"/>
    <w:rsid w:val="003C7286"/>
    <w:rsid w:val="003E3074"/>
    <w:rsid w:val="003E4EA9"/>
    <w:rsid w:val="003E5140"/>
    <w:rsid w:val="003E5F46"/>
    <w:rsid w:val="003F6171"/>
    <w:rsid w:val="00406E40"/>
    <w:rsid w:val="00412B7E"/>
    <w:rsid w:val="00420FB3"/>
    <w:rsid w:val="00421424"/>
    <w:rsid w:val="0042288E"/>
    <w:rsid w:val="00422DCA"/>
    <w:rsid w:val="00427385"/>
    <w:rsid w:val="0043243F"/>
    <w:rsid w:val="00432FB4"/>
    <w:rsid w:val="0043324A"/>
    <w:rsid w:val="004342A4"/>
    <w:rsid w:val="00434EBA"/>
    <w:rsid w:val="00446479"/>
    <w:rsid w:val="00446DCB"/>
    <w:rsid w:val="00452D75"/>
    <w:rsid w:val="004535CB"/>
    <w:rsid w:val="004550B2"/>
    <w:rsid w:val="004557EA"/>
    <w:rsid w:val="00460127"/>
    <w:rsid w:val="0046203F"/>
    <w:rsid w:val="00464086"/>
    <w:rsid w:val="004717DE"/>
    <w:rsid w:val="00472722"/>
    <w:rsid w:val="00474AAF"/>
    <w:rsid w:val="00474BC3"/>
    <w:rsid w:val="004A0C2D"/>
    <w:rsid w:val="004A16E4"/>
    <w:rsid w:val="004B7588"/>
    <w:rsid w:val="004C48E5"/>
    <w:rsid w:val="004C563F"/>
    <w:rsid w:val="004E0C3F"/>
    <w:rsid w:val="004F3453"/>
    <w:rsid w:val="004F4231"/>
    <w:rsid w:val="005014D3"/>
    <w:rsid w:val="005029EB"/>
    <w:rsid w:val="00505985"/>
    <w:rsid w:val="005075A7"/>
    <w:rsid w:val="00514B82"/>
    <w:rsid w:val="00515CD2"/>
    <w:rsid w:val="00517D98"/>
    <w:rsid w:val="005238C5"/>
    <w:rsid w:val="00531AE9"/>
    <w:rsid w:val="00541CD0"/>
    <w:rsid w:val="005449BE"/>
    <w:rsid w:val="00551578"/>
    <w:rsid w:val="00551C78"/>
    <w:rsid w:val="005537C5"/>
    <w:rsid w:val="0055432F"/>
    <w:rsid w:val="005574A9"/>
    <w:rsid w:val="00563A00"/>
    <w:rsid w:val="00564B37"/>
    <w:rsid w:val="00566977"/>
    <w:rsid w:val="00571F3A"/>
    <w:rsid w:val="00573C61"/>
    <w:rsid w:val="00581EA6"/>
    <w:rsid w:val="00587CAF"/>
    <w:rsid w:val="00587F49"/>
    <w:rsid w:val="00593872"/>
    <w:rsid w:val="005A109E"/>
    <w:rsid w:val="005A1296"/>
    <w:rsid w:val="005A5243"/>
    <w:rsid w:val="005A59FA"/>
    <w:rsid w:val="005B101B"/>
    <w:rsid w:val="005B1BE1"/>
    <w:rsid w:val="005B232D"/>
    <w:rsid w:val="005D6067"/>
    <w:rsid w:val="005E23D1"/>
    <w:rsid w:val="005E24F6"/>
    <w:rsid w:val="00601643"/>
    <w:rsid w:val="00610A2A"/>
    <w:rsid w:val="00620314"/>
    <w:rsid w:val="00630A8A"/>
    <w:rsid w:val="00634B81"/>
    <w:rsid w:val="00635220"/>
    <w:rsid w:val="00636837"/>
    <w:rsid w:val="00636BE2"/>
    <w:rsid w:val="006549C1"/>
    <w:rsid w:val="00660A7C"/>
    <w:rsid w:val="006629BB"/>
    <w:rsid w:val="0069692E"/>
    <w:rsid w:val="006A273D"/>
    <w:rsid w:val="006A2A08"/>
    <w:rsid w:val="006A5015"/>
    <w:rsid w:val="006A579F"/>
    <w:rsid w:val="006B216B"/>
    <w:rsid w:val="006B66C6"/>
    <w:rsid w:val="006C377F"/>
    <w:rsid w:val="006C5E03"/>
    <w:rsid w:val="006D1D24"/>
    <w:rsid w:val="006D2BB6"/>
    <w:rsid w:val="006D3AE2"/>
    <w:rsid w:val="006E06A1"/>
    <w:rsid w:val="006E4544"/>
    <w:rsid w:val="006F0D6E"/>
    <w:rsid w:val="006F1171"/>
    <w:rsid w:val="006F45D3"/>
    <w:rsid w:val="007001C4"/>
    <w:rsid w:val="007124D5"/>
    <w:rsid w:val="00735328"/>
    <w:rsid w:val="007408DF"/>
    <w:rsid w:val="00745135"/>
    <w:rsid w:val="0075147B"/>
    <w:rsid w:val="007518C0"/>
    <w:rsid w:val="007519EB"/>
    <w:rsid w:val="00760218"/>
    <w:rsid w:val="00760FBF"/>
    <w:rsid w:val="007765DF"/>
    <w:rsid w:val="007915D5"/>
    <w:rsid w:val="007979E4"/>
    <w:rsid w:val="007A1400"/>
    <w:rsid w:val="007A512D"/>
    <w:rsid w:val="007B11D2"/>
    <w:rsid w:val="007B22E0"/>
    <w:rsid w:val="007B2876"/>
    <w:rsid w:val="007C52C5"/>
    <w:rsid w:val="007D3959"/>
    <w:rsid w:val="007D4A54"/>
    <w:rsid w:val="007F3E08"/>
    <w:rsid w:val="007F4DD5"/>
    <w:rsid w:val="008022D7"/>
    <w:rsid w:val="00820DFA"/>
    <w:rsid w:val="0082215C"/>
    <w:rsid w:val="00833CE2"/>
    <w:rsid w:val="00836B4F"/>
    <w:rsid w:val="008475CE"/>
    <w:rsid w:val="00850DBF"/>
    <w:rsid w:val="0085257C"/>
    <w:rsid w:val="008548A4"/>
    <w:rsid w:val="008575B2"/>
    <w:rsid w:val="008604A8"/>
    <w:rsid w:val="00872088"/>
    <w:rsid w:val="00875C69"/>
    <w:rsid w:val="00880548"/>
    <w:rsid w:val="00881F84"/>
    <w:rsid w:val="00882A28"/>
    <w:rsid w:val="00884235"/>
    <w:rsid w:val="008868FB"/>
    <w:rsid w:val="0088736A"/>
    <w:rsid w:val="008907CE"/>
    <w:rsid w:val="00891693"/>
    <w:rsid w:val="008A3CF2"/>
    <w:rsid w:val="008A739D"/>
    <w:rsid w:val="008A7BA3"/>
    <w:rsid w:val="008B55A6"/>
    <w:rsid w:val="008D0239"/>
    <w:rsid w:val="008D5D69"/>
    <w:rsid w:val="008E4F3D"/>
    <w:rsid w:val="008E5775"/>
    <w:rsid w:val="008E772D"/>
    <w:rsid w:val="008F2F86"/>
    <w:rsid w:val="008F6199"/>
    <w:rsid w:val="008F662C"/>
    <w:rsid w:val="00901B20"/>
    <w:rsid w:val="00902536"/>
    <w:rsid w:val="00911373"/>
    <w:rsid w:val="00921359"/>
    <w:rsid w:val="00934C01"/>
    <w:rsid w:val="009377D2"/>
    <w:rsid w:val="009433A8"/>
    <w:rsid w:val="0094530F"/>
    <w:rsid w:val="009458CA"/>
    <w:rsid w:val="009465AA"/>
    <w:rsid w:val="00962096"/>
    <w:rsid w:val="009660D7"/>
    <w:rsid w:val="0097610F"/>
    <w:rsid w:val="00980C74"/>
    <w:rsid w:val="00983025"/>
    <w:rsid w:val="00995F5D"/>
    <w:rsid w:val="009A0879"/>
    <w:rsid w:val="009A58F9"/>
    <w:rsid w:val="009C2C4D"/>
    <w:rsid w:val="009C6B0D"/>
    <w:rsid w:val="009C74FE"/>
    <w:rsid w:val="009D4E78"/>
    <w:rsid w:val="009D4EEA"/>
    <w:rsid w:val="009F0D2E"/>
    <w:rsid w:val="009F326F"/>
    <w:rsid w:val="009F5196"/>
    <w:rsid w:val="009F6077"/>
    <w:rsid w:val="009F79D6"/>
    <w:rsid w:val="00A0175B"/>
    <w:rsid w:val="00A0226D"/>
    <w:rsid w:val="00A0603C"/>
    <w:rsid w:val="00A07398"/>
    <w:rsid w:val="00A10E2C"/>
    <w:rsid w:val="00A13D92"/>
    <w:rsid w:val="00A4506E"/>
    <w:rsid w:val="00A45969"/>
    <w:rsid w:val="00A46F63"/>
    <w:rsid w:val="00A5189E"/>
    <w:rsid w:val="00A67DCC"/>
    <w:rsid w:val="00A73BD9"/>
    <w:rsid w:val="00A7431C"/>
    <w:rsid w:val="00A83E1C"/>
    <w:rsid w:val="00A85ECC"/>
    <w:rsid w:val="00A93FFF"/>
    <w:rsid w:val="00A96EFF"/>
    <w:rsid w:val="00AA726F"/>
    <w:rsid w:val="00AB5641"/>
    <w:rsid w:val="00AC41DE"/>
    <w:rsid w:val="00AC47D7"/>
    <w:rsid w:val="00AC7458"/>
    <w:rsid w:val="00AD289F"/>
    <w:rsid w:val="00AD3107"/>
    <w:rsid w:val="00B02A5A"/>
    <w:rsid w:val="00B07D17"/>
    <w:rsid w:val="00B1375A"/>
    <w:rsid w:val="00B16CCE"/>
    <w:rsid w:val="00B20694"/>
    <w:rsid w:val="00B21630"/>
    <w:rsid w:val="00B23AB0"/>
    <w:rsid w:val="00B350C3"/>
    <w:rsid w:val="00B36B27"/>
    <w:rsid w:val="00B4418B"/>
    <w:rsid w:val="00B4590F"/>
    <w:rsid w:val="00B464DB"/>
    <w:rsid w:val="00B46FE9"/>
    <w:rsid w:val="00B503D9"/>
    <w:rsid w:val="00B5648B"/>
    <w:rsid w:val="00B600B6"/>
    <w:rsid w:val="00B67E24"/>
    <w:rsid w:val="00B713AF"/>
    <w:rsid w:val="00B81BDF"/>
    <w:rsid w:val="00B900B3"/>
    <w:rsid w:val="00B918CD"/>
    <w:rsid w:val="00BA5B85"/>
    <w:rsid w:val="00BB46D5"/>
    <w:rsid w:val="00BC13EA"/>
    <w:rsid w:val="00BC4C6D"/>
    <w:rsid w:val="00BC7B2E"/>
    <w:rsid w:val="00BD144D"/>
    <w:rsid w:val="00BD66AB"/>
    <w:rsid w:val="00BE1A09"/>
    <w:rsid w:val="00BE1A0A"/>
    <w:rsid w:val="00BE1CF8"/>
    <w:rsid w:val="00BE3C55"/>
    <w:rsid w:val="00BE759F"/>
    <w:rsid w:val="00BF589D"/>
    <w:rsid w:val="00C00D24"/>
    <w:rsid w:val="00C00DA6"/>
    <w:rsid w:val="00C0118D"/>
    <w:rsid w:val="00C064B4"/>
    <w:rsid w:val="00C109D2"/>
    <w:rsid w:val="00C31A9D"/>
    <w:rsid w:val="00C31D39"/>
    <w:rsid w:val="00C368A4"/>
    <w:rsid w:val="00C37574"/>
    <w:rsid w:val="00C40F62"/>
    <w:rsid w:val="00C41C33"/>
    <w:rsid w:val="00C554FD"/>
    <w:rsid w:val="00C57973"/>
    <w:rsid w:val="00C60DA6"/>
    <w:rsid w:val="00C64E9C"/>
    <w:rsid w:val="00C66410"/>
    <w:rsid w:val="00C66EA4"/>
    <w:rsid w:val="00C73605"/>
    <w:rsid w:val="00C81352"/>
    <w:rsid w:val="00C85A36"/>
    <w:rsid w:val="00C86B30"/>
    <w:rsid w:val="00C941F8"/>
    <w:rsid w:val="00C96944"/>
    <w:rsid w:val="00CA14AE"/>
    <w:rsid w:val="00CA3AC1"/>
    <w:rsid w:val="00CA61B7"/>
    <w:rsid w:val="00CA63E9"/>
    <w:rsid w:val="00CB2AF3"/>
    <w:rsid w:val="00CC3BAF"/>
    <w:rsid w:val="00CD12CE"/>
    <w:rsid w:val="00CD1993"/>
    <w:rsid w:val="00CD332D"/>
    <w:rsid w:val="00CD4E56"/>
    <w:rsid w:val="00CD6734"/>
    <w:rsid w:val="00CE2499"/>
    <w:rsid w:val="00CE3621"/>
    <w:rsid w:val="00CE4AB6"/>
    <w:rsid w:val="00CE56D4"/>
    <w:rsid w:val="00CE6CB7"/>
    <w:rsid w:val="00CF40FC"/>
    <w:rsid w:val="00CF5879"/>
    <w:rsid w:val="00D11C30"/>
    <w:rsid w:val="00D11EFF"/>
    <w:rsid w:val="00D151D0"/>
    <w:rsid w:val="00D15346"/>
    <w:rsid w:val="00D218D5"/>
    <w:rsid w:val="00D24989"/>
    <w:rsid w:val="00D34440"/>
    <w:rsid w:val="00D35A55"/>
    <w:rsid w:val="00D3615C"/>
    <w:rsid w:val="00D378F9"/>
    <w:rsid w:val="00D411BE"/>
    <w:rsid w:val="00D4766A"/>
    <w:rsid w:val="00D509FE"/>
    <w:rsid w:val="00D53BF0"/>
    <w:rsid w:val="00D60AD6"/>
    <w:rsid w:val="00D63C11"/>
    <w:rsid w:val="00D66BD1"/>
    <w:rsid w:val="00D66D6A"/>
    <w:rsid w:val="00D86B76"/>
    <w:rsid w:val="00D964FF"/>
    <w:rsid w:val="00DA0D6E"/>
    <w:rsid w:val="00DA338D"/>
    <w:rsid w:val="00DB08D8"/>
    <w:rsid w:val="00DC7BD4"/>
    <w:rsid w:val="00DD64C1"/>
    <w:rsid w:val="00DF760F"/>
    <w:rsid w:val="00E0258F"/>
    <w:rsid w:val="00E03320"/>
    <w:rsid w:val="00E03A0D"/>
    <w:rsid w:val="00E10EBC"/>
    <w:rsid w:val="00E26F52"/>
    <w:rsid w:val="00E33B06"/>
    <w:rsid w:val="00E50B55"/>
    <w:rsid w:val="00E51499"/>
    <w:rsid w:val="00E566BF"/>
    <w:rsid w:val="00E57B71"/>
    <w:rsid w:val="00E6337E"/>
    <w:rsid w:val="00E6366E"/>
    <w:rsid w:val="00E6456B"/>
    <w:rsid w:val="00E67DC3"/>
    <w:rsid w:val="00E704F4"/>
    <w:rsid w:val="00E70E70"/>
    <w:rsid w:val="00E72894"/>
    <w:rsid w:val="00E73744"/>
    <w:rsid w:val="00E738D5"/>
    <w:rsid w:val="00E8534D"/>
    <w:rsid w:val="00E86258"/>
    <w:rsid w:val="00E97FC6"/>
    <w:rsid w:val="00EA0EDB"/>
    <w:rsid w:val="00EA2E37"/>
    <w:rsid w:val="00EA631A"/>
    <w:rsid w:val="00EA68AB"/>
    <w:rsid w:val="00EB1435"/>
    <w:rsid w:val="00EC5D60"/>
    <w:rsid w:val="00ED317B"/>
    <w:rsid w:val="00EE6963"/>
    <w:rsid w:val="00EE7822"/>
    <w:rsid w:val="00EF1C75"/>
    <w:rsid w:val="00EF362E"/>
    <w:rsid w:val="00F0136D"/>
    <w:rsid w:val="00F0302F"/>
    <w:rsid w:val="00F0616B"/>
    <w:rsid w:val="00F11EF8"/>
    <w:rsid w:val="00F131DE"/>
    <w:rsid w:val="00F1507C"/>
    <w:rsid w:val="00F22134"/>
    <w:rsid w:val="00F308A5"/>
    <w:rsid w:val="00F32D72"/>
    <w:rsid w:val="00F401B8"/>
    <w:rsid w:val="00F469BB"/>
    <w:rsid w:val="00F50EBE"/>
    <w:rsid w:val="00F51AF3"/>
    <w:rsid w:val="00F5394E"/>
    <w:rsid w:val="00F61153"/>
    <w:rsid w:val="00F6451C"/>
    <w:rsid w:val="00F656E8"/>
    <w:rsid w:val="00F70366"/>
    <w:rsid w:val="00F767CA"/>
    <w:rsid w:val="00F774AF"/>
    <w:rsid w:val="00F81545"/>
    <w:rsid w:val="00F84C64"/>
    <w:rsid w:val="00F87CFF"/>
    <w:rsid w:val="00F90AE7"/>
    <w:rsid w:val="00FA2E51"/>
    <w:rsid w:val="00FC0DBB"/>
    <w:rsid w:val="00FC2B49"/>
    <w:rsid w:val="00FC3881"/>
    <w:rsid w:val="00FC45BB"/>
    <w:rsid w:val="00FC4E23"/>
    <w:rsid w:val="00FD14C1"/>
    <w:rsid w:val="00FD2EDF"/>
    <w:rsid w:val="00FE1074"/>
    <w:rsid w:val="00FE26A7"/>
    <w:rsid w:val="00FE4BB4"/>
    <w:rsid w:val="00FF11CA"/>
    <w:rsid w:val="00FF33A9"/>
    <w:rsid w:val="00FF46B3"/>
    <w:rsid w:val="00FF648E"/>
    <w:rsid w:val="00FF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5B00887"/>
  <w15:docId w15:val="{D296645E-8912-4A6C-8445-4D029F0E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73BD9"/>
    <w:rPr>
      <w:sz w:val="24"/>
      <w:szCs w:val="24"/>
    </w:rPr>
  </w:style>
  <w:style w:type="paragraph" w:styleId="Titolo1">
    <w:name w:val="heading 1"/>
    <w:basedOn w:val="Normale"/>
    <w:next w:val="Normale"/>
    <w:qFormat/>
    <w:rsid w:val="00A73BD9"/>
    <w:pPr>
      <w:keepNext/>
      <w:spacing w:line="364" w:lineRule="exact"/>
      <w:jc w:val="both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next w:val="Normale"/>
    <w:qFormat/>
    <w:rsid w:val="00A73BD9"/>
    <w:pPr>
      <w:keepNext/>
      <w:tabs>
        <w:tab w:val="left" w:pos="360"/>
      </w:tabs>
      <w:jc w:val="both"/>
      <w:outlineLvl w:val="1"/>
    </w:pPr>
    <w:rPr>
      <w:b/>
      <w:bCs/>
      <w:u w:val="single"/>
    </w:rPr>
  </w:style>
  <w:style w:type="paragraph" w:styleId="Titolo3">
    <w:name w:val="heading 3"/>
    <w:basedOn w:val="Normale"/>
    <w:next w:val="Normale"/>
    <w:qFormat/>
    <w:rsid w:val="00A73BD9"/>
    <w:pPr>
      <w:keepNext/>
      <w:spacing w:line="283" w:lineRule="exact"/>
      <w:jc w:val="center"/>
      <w:outlineLvl w:val="2"/>
    </w:pPr>
    <w:rPr>
      <w:i/>
      <w:iCs/>
    </w:rPr>
  </w:style>
  <w:style w:type="paragraph" w:styleId="Titolo4">
    <w:name w:val="heading 4"/>
    <w:basedOn w:val="Normale"/>
    <w:next w:val="Normale"/>
    <w:qFormat/>
    <w:rsid w:val="00A73BD9"/>
    <w:pPr>
      <w:keepNext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A73BD9"/>
    <w:pPr>
      <w:keepNext/>
      <w:tabs>
        <w:tab w:val="left" w:pos="360"/>
      </w:tabs>
      <w:jc w:val="center"/>
      <w:outlineLvl w:val="4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A73BD9"/>
    <w:pPr>
      <w:keepNext/>
      <w:tabs>
        <w:tab w:val="left" w:pos="360"/>
      </w:tabs>
      <w:jc w:val="center"/>
      <w:outlineLvl w:val="5"/>
    </w:pPr>
    <w:rPr>
      <w:b/>
      <w:sz w:val="27"/>
      <w:szCs w:val="27"/>
    </w:rPr>
  </w:style>
  <w:style w:type="paragraph" w:styleId="Titolo7">
    <w:name w:val="heading 7"/>
    <w:basedOn w:val="Normale"/>
    <w:next w:val="Normale"/>
    <w:qFormat/>
    <w:rsid w:val="00A73BD9"/>
    <w:pPr>
      <w:keepNext/>
      <w:tabs>
        <w:tab w:val="left" w:pos="0"/>
        <w:tab w:val="left" w:pos="7655"/>
        <w:tab w:val="left" w:pos="8080"/>
        <w:tab w:val="left" w:pos="8647"/>
      </w:tabs>
      <w:spacing w:before="240" w:after="120"/>
      <w:jc w:val="center"/>
      <w:outlineLvl w:val="6"/>
    </w:pPr>
    <w:rPr>
      <w:b/>
      <w:bCs/>
      <w:sz w:val="22"/>
    </w:rPr>
  </w:style>
  <w:style w:type="paragraph" w:styleId="Titolo8">
    <w:name w:val="heading 8"/>
    <w:basedOn w:val="Normale"/>
    <w:next w:val="Normale"/>
    <w:qFormat/>
    <w:rsid w:val="00A73BD9"/>
    <w:pPr>
      <w:keepNext/>
      <w:jc w:val="center"/>
      <w:outlineLvl w:val="7"/>
    </w:pPr>
    <w:rPr>
      <w:b/>
      <w:bCs/>
      <w:sz w:val="20"/>
    </w:rPr>
  </w:style>
  <w:style w:type="paragraph" w:styleId="Titolo9">
    <w:name w:val="heading 9"/>
    <w:basedOn w:val="Normale"/>
    <w:next w:val="Normale"/>
    <w:qFormat/>
    <w:rsid w:val="00A73BD9"/>
    <w:pPr>
      <w:keepNext/>
      <w:spacing w:line="360" w:lineRule="auto"/>
      <w:jc w:val="right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rsid w:val="00A73BD9"/>
    <w:pPr>
      <w:tabs>
        <w:tab w:val="left" w:pos="1068"/>
      </w:tabs>
      <w:ind w:left="720"/>
      <w:jc w:val="both"/>
    </w:pPr>
  </w:style>
  <w:style w:type="paragraph" w:customStyle="1" w:styleId="Corpotesto1">
    <w:name w:val="Corpo testo1"/>
    <w:basedOn w:val="Normale"/>
    <w:rsid w:val="00A73BD9"/>
    <w:pPr>
      <w:spacing w:line="259" w:lineRule="exact"/>
      <w:jc w:val="both"/>
    </w:pPr>
    <w:rPr>
      <w:sz w:val="26"/>
      <w:szCs w:val="26"/>
    </w:rPr>
  </w:style>
  <w:style w:type="paragraph" w:styleId="Rientrocorpodeltesto3">
    <w:name w:val="Body Text Indent 3"/>
    <w:basedOn w:val="Normale"/>
    <w:rsid w:val="00A73BD9"/>
    <w:pPr>
      <w:ind w:left="1080"/>
      <w:jc w:val="both"/>
    </w:pPr>
  </w:style>
  <w:style w:type="paragraph" w:styleId="Rientrocorpodeltesto">
    <w:name w:val="Body Text Indent"/>
    <w:basedOn w:val="Normale"/>
    <w:rsid w:val="00A73BD9"/>
    <w:pPr>
      <w:jc w:val="both"/>
    </w:pPr>
  </w:style>
  <w:style w:type="paragraph" w:styleId="Corpodeltesto3">
    <w:name w:val="Body Text 3"/>
    <w:basedOn w:val="Normale"/>
    <w:rsid w:val="00A73BD9"/>
    <w:pPr>
      <w:spacing w:line="259" w:lineRule="exact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A73BD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73BD9"/>
  </w:style>
  <w:style w:type="paragraph" w:styleId="Intestazione">
    <w:name w:val="header"/>
    <w:basedOn w:val="Normale"/>
    <w:link w:val="IntestazioneCarattere"/>
    <w:uiPriority w:val="99"/>
    <w:rsid w:val="00A73BD9"/>
    <w:pPr>
      <w:tabs>
        <w:tab w:val="center" w:pos="4819"/>
        <w:tab w:val="right" w:pos="9638"/>
      </w:tabs>
    </w:pPr>
  </w:style>
  <w:style w:type="paragraph" w:styleId="Mappadocumento">
    <w:name w:val="Document Map"/>
    <w:basedOn w:val="Normale"/>
    <w:semiHidden/>
    <w:rsid w:val="00A73BD9"/>
    <w:pPr>
      <w:shd w:val="clear" w:color="auto" w:fill="000080"/>
    </w:pPr>
    <w:rPr>
      <w:rFonts w:ascii="Tahoma" w:hAnsi="Tahoma" w:cs="Tahoma"/>
    </w:rPr>
  </w:style>
  <w:style w:type="paragraph" w:customStyle="1" w:styleId="sche3">
    <w:name w:val="sche_3"/>
    <w:rsid w:val="00A73BD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styleId="Testofumetto">
    <w:name w:val="Balloon Text"/>
    <w:basedOn w:val="Normale"/>
    <w:semiHidden/>
    <w:rsid w:val="00A73BD9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A73BD9"/>
    <w:pPr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sche4">
    <w:name w:val="sche_4"/>
    <w:rsid w:val="00A73BD9"/>
    <w:pPr>
      <w:widowControl w:val="0"/>
      <w:jc w:val="both"/>
    </w:pPr>
    <w:rPr>
      <w:lang w:val="en-US"/>
    </w:rPr>
  </w:style>
  <w:style w:type="paragraph" w:styleId="Puntoelenco">
    <w:name w:val="List Bullet"/>
    <w:basedOn w:val="Normale"/>
    <w:autoRedefine/>
    <w:rsid w:val="00A73BD9"/>
    <w:pPr>
      <w:numPr>
        <w:numId w:val="1"/>
      </w:numPr>
      <w:spacing w:after="240"/>
      <w:jc w:val="both"/>
    </w:pPr>
    <w:rPr>
      <w:szCs w:val="20"/>
    </w:rPr>
  </w:style>
  <w:style w:type="paragraph" w:styleId="Puntoelenco2">
    <w:name w:val="List Bullet 2"/>
    <w:basedOn w:val="Normale"/>
    <w:autoRedefine/>
    <w:rsid w:val="00A73BD9"/>
    <w:pPr>
      <w:numPr>
        <w:numId w:val="2"/>
      </w:numPr>
      <w:spacing w:after="240"/>
      <w:jc w:val="both"/>
    </w:pPr>
    <w:rPr>
      <w:szCs w:val="20"/>
    </w:rPr>
  </w:style>
  <w:style w:type="paragraph" w:styleId="Puntoelenco3">
    <w:name w:val="List Bullet 3"/>
    <w:basedOn w:val="Normale"/>
    <w:autoRedefine/>
    <w:rsid w:val="00A73BD9"/>
    <w:pPr>
      <w:numPr>
        <w:numId w:val="3"/>
      </w:numPr>
      <w:spacing w:after="240"/>
      <w:jc w:val="both"/>
    </w:pPr>
    <w:rPr>
      <w:szCs w:val="20"/>
    </w:rPr>
  </w:style>
  <w:style w:type="paragraph" w:styleId="Puntoelenco4">
    <w:name w:val="List Bullet 4"/>
    <w:basedOn w:val="Normale"/>
    <w:autoRedefine/>
    <w:rsid w:val="00A73BD9"/>
    <w:pPr>
      <w:numPr>
        <w:numId w:val="4"/>
      </w:numPr>
      <w:spacing w:after="240"/>
      <w:jc w:val="both"/>
    </w:pPr>
    <w:rPr>
      <w:szCs w:val="20"/>
    </w:rPr>
  </w:style>
  <w:style w:type="paragraph" w:styleId="Puntoelenco5">
    <w:name w:val="List Bullet 5"/>
    <w:basedOn w:val="Normale"/>
    <w:autoRedefine/>
    <w:rsid w:val="00A73BD9"/>
    <w:pPr>
      <w:numPr>
        <w:numId w:val="5"/>
      </w:numPr>
      <w:spacing w:after="240"/>
      <w:jc w:val="both"/>
    </w:pPr>
    <w:rPr>
      <w:szCs w:val="20"/>
    </w:rPr>
  </w:style>
  <w:style w:type="paragraph" w:styleId="Numeroelenco">
    <w:name w:val="List Number"/>
    <w:basedOn w:val="Normale"/>
    <w:rsid w:val="00A73BD9"/>
    <w:pPr>
      <w:numPr>
        <w:numId w:val="6"/>
      </w:numPr>
      <w:spacing w:after="240"/>
      <w:jc w:val="both"/>
    </w:pPr>
    <w:rPr>
      <w:szCs w:val="20"/>
    </w:rPr>
  </w:style>
  <w:style w:type="paragraph" w:styleId="Numeroelenco2">
    <w:name w:val="List Number 2"/>
    <w:basedOn w:val="Normale"/>
    <w:rsid w:val="00A73BD9"/>
    <w:pPr>
      <w:numPr>
        <w:numId w:val="7"/>
      </w:numPr>
      <w:spacing w:after="240"/>
      <w:jc w:val="both"/>
    </w:pPr>
    <w:rPr>
      <w:szCs w:val="20"/>
    </w:rPr>
  </w:style>
  <w:style w:type="paragraph" w:styleId="Numeroelenco3">
    <w:name w:val="List Number 3"/>
    <w:basedOn w:val="Normale"/>
    <w:rsid w:val="00A73BD9"/>
    <w:pPr>
      <w:numPr>
        <w:numId w:val="8"/>
      </w:numPr>
      <w:spacing w:after="240"/>
      <w:jc w:val="both"/>
    </w:pPr>
    <w:rPr>
      <w:szCs w:val="20"/>
    </w:rPr>
  </w:style>
  <w:style w:type="paragraph" w:styleId="Numeroelenco4">
    <w:name w:val="List Number 4"/>
    <w:basedOn w:val="Normale"/>
    <w:rsid w:val="00A73BD9"/>
    <w:pPr>
      <w:numPr>
        <w:numId w:val="9"/>
      </w:numPr>
      <w:spacing w:after="240"/>
      <w:jc w:val="both"/>
    </w:pPr>
    <w:rPr>
      <w:szCs w:val="20"/>
    </w:rPr>
  </w:style>
  <w:style w:type="paragraph" w:styleId="Numeroelenco5">
    <w:name w:val="List Number 5"/>
    <w:basedOn w:val="Normale"/>
    <w:rsid w:val="00A73BD9"/>
    <w:pPr>
      <w:numPr>
        <w:numId w:val="10"/>
      </w:numPr>
      <w:spacing w:after="240"/>
      <w:jc w:val="both"/>
    </w:pPr>
    <w:rPr>
      <w:szCs w:val="20"/>
    </w:rPr>
  </w:style>
  <w:style w:type="paragraph" w:styleId="Titolo">
    <w:name w:val="Title"/>
    <w:basedOn w:val="Normale"/>
    <w:qFormat/>
    <w:rsid w:val="00A73BD9"/>
    <w:pPr>
      <w:spacing w:before="120"/>
      <w:ind w:left="4536" w:right="227" w:hanging="4536"/>
      <w:jc w:val="center"/>
    </w:pPr>
    <w:rPr>
      <w:b/>
    </w:rPr>
  </w:style>
  <w:style w:type="paragraph" w:styleId="Sottotitolo">
    <w:name w:val="Subtitle"/>
    <w:basedOn w:val="Normale"/>
    <w:qFormat/>
    <w:rsid w:val="00A73BD9"/>
    <w:pPr>
      <w:spacing w:before="120"/>
      <w:ind w:left="4536" w:right="227" w:hanging="4536"/>
      <w:jc w:val="center"/>
    </w:pPr>
    <w:rPr>
      <w:b/>
    </w:rPr>
  </w:style>
  <w:style w:type="character" w:styleId="Collegamentoipertestuale">
    <w:name w:val="Hyperlink"/>
    <w:rsid w:val="00A73BD9"/>
    <w:rPr>
      <w:color w:val="0000FF"/>
      <w:u w:val="single"/>
    </w:rPr>
  </w:style>
  <w:style w:type="paragraph" w:customStyle="1" w:styleId="Rub3">
    <w:name w:val="Rub3"/>
    <w:basedOn w:val="Normale"/>
    <w:next w:val="Normale"/>
    <w:rsid w:val="00A73BD9"/>
    <w:pPr>
      <w:tabs>
        <w:tab w:val="left" w:pos="709"/>
      </w:tabs>
      <w:jc w:val="both"/>
    </w:pPr>
    <w:rPr>
      <w:b/>
      <w:i/>
      <w:sz w:val="20"/>
      <w:szCs w:val="20"/>
    </w:rPr>
  </w:style>
  <w:style w:type="paragraph" w:customStyle="1" w:styleId="Rub1">
    <w:name w:val="Rub1"/>
    <w:basedOn w:val="Normale"/>
    <w:rsid w:val="00A73BD9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customStyle="1" w:styleId="Rub2">
    <w:name w:val="Rub2"/>
    <w:basedOn w:val="Normale"/>
    <w:next w:val="Normale"/>
    <w:rsid w:val="00A73BD9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</w:rPr>
  </w:style>
  <w:style w:type="paragraph" w:styleId="Testonotadichiusura">
    <w:name w:val="endnote text"/>
    <w:basedOn w:val="Normale"/>
    <w:semiHidden/>
    <w:rsid w:val="00A73BD9"/>
    <w:pPr>
      <w:spacing w:after="240"/>
      <w:jc w:val="both"/>
    </w:pPr>
    <w:rPr>
      <w:sz w:val="20"/>
      <w:szCs w:val="20"/>
    </w:rPr>
  </w:style>
  <w:style w:type="paragraph" w:styleId="Data">
    <w:name w:val="Date"/>
    <w:basedOn w:val="Normale"/>
    <w:next w:val="Normale"/>
    <w:rsid w:val="00A73BD9"/>
    <w:pPr>
      <w:spacing w:after="240"/>
      <w:jc w:val="both"/>
    </w:pPr>
    <w:rPr>
      <w:szCs w:val="20"/>
    </w:rPr>
  </w:style>
  <w:style w:type="paragraph" w:customStyle="1" w:styleId="Rub4">
    <w:name w:val="Rub4"/>
    <w:basedOn w:val="Normale"/>
    <w:next w:val="Normale"/>
    <w:rsid w:val="00A73BD9"/>
    <w:pPr>
      <w:tabs>
        <w:tab w:val="left" w:pos="709"/>
      </w:tabs>
      <w:jc w:val="both"/>
    </w:pPr>
    <w:rPr>
      <w:i/>
      <w:sz w:val="20"/>
      <w:szCs w:val="20"/>
    </w:rPr>
  </w:style>
  <w:style w:type="paragraph" w:customStyle="1" w:styleId="Rientrocorpodeltesto21">
    <w:name w:val="Rientro corpo del testo 21"/>
    <w:basedOn w:val="Normale"/>
    <w:rsid w:val="00A73BD9"/>
    <w:pPr>
      <w:ind w:left="360"/>
      <w:jc w:val="both"/>
    </w:pPr>
    <w:rPr>
      <w:szCs w:val="20"/>
    </w:rPr>
  </w:style>
  <w:style w:type="paragraph" w:customStyle="1" w:styleId="Rientrocorpodeltesto31">
    <w:name w:val="Rientro corpo del testo 31"/>
    <w:basedOn w:val="Normale"/>
    <w:rsid w:val="00A73BD9"/>
    <w:pPr>
      <w:ind w:left="426"/>
      <w:jc w:val="both"/>
    </w:pPr>
    <w:rPr>
      <w:szCs w:val="20"/>
    </w:rPr>
  </w:style>
  <w:style w:type="paragraph" w:styleId="Testonotaapidipagina">
    <w:name w:val="footnote text"/>
    <w:basedOn w:val="Normale"/>
    <w:semiHidden/>
    <w:rsid w:val="00A73BD9"/>
    <w:pPr>
      <w:spacing w:after="240"/>
      <w:ind w:left="357" w:hanging="357"/>
      <w:jc w:val="both"/>
    </w:pPr>
    <w:rPr>
      <w:sz w:val="20"/>
      <w:szCs w:val="20"/>
    </w:rPr>
  </w:style>
  <w:style w:type="paragraph" w:customStyle="1" w:styleId="sche22">
    <w:name w:val="sche2_2"/>
    <w:rsid w:val="00A73BD9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A73BD9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Corpodeltesto21">
    <w:name w:val="Corpo del testo 21"/>
    <w:basedOn w:val="Normale"/>
    <w:rsid w:val="00A73BD9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styleId="Collegamentovisitato">
    <w:name w:val="FollowedHyperlink"/>
    <w:rsid w:val="00A73BD9"/>
    <w:rPr>
      <w:color w:val="800080"/>
      <w:u w:val="single"/>
    </w:rPr>
  </w:style>
  <w:style w:type="character" w:styleId="Enfasigrassetto">
    <w:name w:val="Strong"/>
    <w:qFormat/>
    <w:rsid w:val="00A73BD9"/>
    <w:rPr>
      <w:b/>
      <w:bCs/>
    </w:rPr>
  </w:style>
  <w:style w:type="paragraph" w:styleId="NormaleWeb">
    <w:name w:val="Normal (Web)"/>
    <w:basedOn w:val="Normale"/>
    <w:rsid w:val="00A73BD9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sid w:val="00C85A36"/>
    <w:rPr>
      <w:i/>
      <w:iCs/>
    </w:rPr>
  </w:style>
  <w:style w:type="paragraph" w:customStyle="1" w:styleId="Text1">
    <w:name w:val="Text 1"/>
    <w:basedOn w:val="Normale"/>
    <w:rsid w:val="005B1BE1"/>
    <w:pPr>
      <w:spacing w:after="240"/>
      <w:ind w:left="483"/>
      <w:jc w:val="both"/>
    </w:pPr>
    <w:rPr>
      <w:szCs w:val="20"/>
    </w:rPr>
  </w:style>
  <w:style w:type="paragraph" w:customStyle="1" w:styleId="regolamento">
    <w:name w:val="regolamento"/>
    <w:basedOn w:val="Normale"/>
    <w:rsid w:val="005B1BE1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character" w:customStyle="1" w:styleId="IntestazioneCarattere">
    <w:name w:val="Intestazione Carattere"/>
    <w:link w:val="Intestazione"/>
    <w:uiPriority w:val="99"/>
    <w:rsid w:val="008F6199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1E3360"/>
    <w:pPr>
      <w:ind w:left="720"/>
      <w:contextualSpacing/>
    </w:pPr>
  </w:style>
  <w:style w:type="character" w:customStyle="1" w:styleId="PidipaginaCarattere">
    <w:name w:val="Piè di pagina Carattere"/>
    <w:link w:val="Pidipagina"/>
    <w:uiPriority w:val="99"/>
    <w:rsid w:val="00D411B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2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rritto\Desktop\BANDO%20PALAZZO%20DELLA%20CULTURA\04.Modello-B_-Dichiarazion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587BB-E40A-460B-B53E-98D8190C9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04.Modello-B_-Dichiarazioni</Template>
  <TotalTime>16</TotalTime>
  <Pages>2</Pages>
  <Words>587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LINEA GUIDA BANDO DI GARA  -  Pubblico incanto (Procedura aperta)</vt:lpstr>
    </vt:vector>
  </TitlesOfParts>
  <Company>Aut. Vigilanza LL PP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LINEA GUIDA BANDO DI GARA  -  Pubblico incanto (Procedura aperta)</dc:title>
  <dc:creator>Ferritto</dc:creator>
  <cp:lastModifiedBy>Utente</cp:lastModifiedBy>
  <cp:revision>10</cp:revision>
  <cp:lastPrinted>2021-04-14T10:41:00Z</cp:lastPrinted>
  <dcterms:created xsi:type="dcterms:W3CDTF">2021-04-14T10:28:00Z</dcterms:created>
  <dcterms:modified xsi:type="dcterms:W3CDTF">2021-04-15T08:54:00Z</dcterms:modified>
</cp:coreProperties>
</file>